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1BB" w:rsidRPr="002D3D5F" w:rsidRDefault="007F41BB">
      <w:pPr>
        <w:rPr>
          <w:rFonts w:ascii="Arial" w:hAnsi="Arial" w:cs="Arial"/>
          <w:sz w:val="24"/>
          <w:szCs w:val="24"/>
        </w:rPr>
      </w:pPr>
    </w:p>
    <w:p w:rsidR="007F41BB" w:rsidRPr="002D3D5F" w:rsidRDefault="007F41BB">
      <w:pPr>
        <w:rPr>
          <w:rFonts w:ascii="Arial" w:hAnsi="Arial" w:cs="Arial"/>
          <w:sz w:val="24"/>
          <w:szCs w:val="24"/>
        </w:rPr>
      </w:pPr>
    </w:p>
    <w:p w:rsidR="00B47E0F" w:rsidRPr="002D3D5F" w:rsidRDefault="00B47E0F">
      <w:pPr>
        <w:rPr>
          <w:rFonts w:ascii="Arial" w:hAnsi="Arial" w:cs="Arial"/>
          <w:sz w:val="24"/>
          <w:szCs w:val="24"/>
        </w:rPr>
      </w:pPr>
    </w:p>
    <w:p w:rsidR="006C49E0" w:rsidRPr="002D3D5F" w:rsidRDefault="006C49E0">
      <w:pPr>
        <w:rPr>
          <w:rFonts w:ascii="Arial" w:hAnsi="Arial" w:cs="Arial"/>
          <w:sz w:val="24"/>
          <w:szCs w:val="24"/>
        </w:rPr>
      </w:pPr>
    </w:p>
    <w:tbl>
      <w:tblPr>
        <w:tblStyle w:val="Tabellenraster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088"/>
      </w:tblGrid>
      <w:tr w:rsidR="006C49E0" w:rsidRPr="002D3D5F" w:rsidTr="007F1ECA">
        <w:tc>
          <w:tcPr>
            <w:tcW w:w="2835" w:type="dxa"/>
          </w:tcPr>
          <w:p w:rsidR="006C49E0" w:rsidRPr="002D3D5F" w:rsidRDefault="006C49E0" w:rsidP="006C49E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D3D5F">
              <w:rPr>
                <w:rFonts w:ascii="Arial" w:hAnsi="Arial" w:cs="Arial"/>
                <w:b/>
                <w:sz w:val="24"/>
                <w:szCs w:val="24"/>
              </w:rPr>
              <w:t>ANTRAG – Nr</w:t>
            </w:r>
            <w:r w:rsidR="00AE1668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Pr="002D3D5F">
              <w:rPr>
                <w:rFonts w:ascii="Arial" w:hAnsi="Arial" w:cs="Arial"/>
                <w:b/>
                <w:sz w:val="24"/>
                <w:szCs w:val="24"/>
              </w:rPr>
              <w:t xml:space="preserve">:  </w:t>
            </w:r>
          </w:p>
        </w:tc>
        <w:tc>
          <w:tcPr>
            <w:tcW w:w="7088" w:type="dxa"/>
          </w:tcPr>
          <w:p w:rsidR="006C49E0" w:rsidRPr="007F1ECA" w:rsidRDefault="006C49E0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6C49E0" w:rsidRPr="002D3D5F" w:rsidTr="007F1ECA">
        <w:tc>
          <w:tcPr>
            <w:tcW w:w="2835" w:type="dxa"/>
          </w:tcPr>
          <w:p w:rsidR="006C49E0" w:rsidRPr="00415CE7" w:rsidRDefault="006C49E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88" w:type="dxa"/>
          </w:tcPr>
          <w:p w:rsidR="006C49E0" w:rsidRPr="007F1ECA" w:rsidRDefault="006C49E0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6C49E0" w:rsidRPr="002D3D5F" w:rsidTr="007F1ECA">
        <w:tc>
          <w:tcPr>
            <w:tcW w:w="2835" w:type="dxa"/>
          </w:tcPr>
          <w:p w:rsidR="006C49E0" w:rsidRPr="002D3D5F" w:rsidRDefault="006C49E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D3D5F">
              <w:rPr>
                <w:rFonts w:ascii="Arial" w:hAnsi="Arial" w:cs="Arial"/>
                <w:b/>
                <w:sz w:val="24"/>
                <w:szCs w:val="24"/>
              </w:rPr>
              <w:t xml:space="preserve">ANTRAGSTELLER:  </w:t>
            </w:r>
          </w:p>
        </w:tc>
        <w:tc>
          <w:tcPr>
            <w:tcW w:w="7088" w:type="dxa"/>
          </w:tcPr>
          <w:p w:rsidR="006C49E0" w:rsidRPr="007F1ECA" w:rsidRDefault="006C49E0" w:rsidP="00CD25E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6C49E0" w:rsidRPr="002D3D5F" w:rsidTr="007F1ECA">
        <w:tc>
          <w:tcPr>
            <w:tcW w:w="2835" w:type="dxa"/>
          </w:tcPr>
          <w:p w:rsidR="006C49E0" w:rsidRPr="00415CE7" w:rsidRDefault="006C49E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88" w:type="dxa"/>
          </w:tcPr>
          <w:p w:rsidR="006C49E0" w:rsidRPr="007F1ECA" w:rsidRDefault="006C49E0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6C49E0" w:rsidRPr="002D3D5F" w:rsidTr="007F1ECA">
        <w:tc>
          <w:tcPr>
            <w:tcW w:w="2835" w:type="dxa"/>
          </w:tcPr>
          <w:p w:rsidR="006C49E0" w:rsidRPr="002D3D5F" w:rsidRDefault="006C49E0" w:rsidP="006C49E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D3D5F">
              <w:rPr>
                <w:rFonts w:ascii="Arial" w:hAnsi="Arial" w:cs="Arial"/>
                <w:b/>
                <w:sz w:val="24"/>
                <w:szCs w:val="24"/>
              </w:rPr>
              <w:t>KURZINHALT:</w:t>
            </w:r>
          </w:p>
        </w:tc>
        <w:tc>
          <w:tcPr>
            <w:tcW w:w="7088" w:type="dxa"/>
          </w:tcPr>
          <w:p w:rsidR="006C49E0" w:rsidRPr="007F1ECA" w:rsidRDefault="006C49E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F1ECA" w:rsidRPr="002D3D5F">
        <w:tc>
          <w:tcPr>
            <w:tcW w:w="2835" w:type="dxa"/>
          </w:tcPr>
          <w:p w:rsidR="007F1ECA" w:rsidRPr="00415CE7" w:rsidRDefault="007F1EC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88" w:type="dxa"/>
          </w:tcPr>
          <w:p w:rsidR="007F1ECA" w:rsidRPr="007F1ECA" w:rsidRDefault="007F1ECA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:rsidR="004E44C5" w:rsidRDefault="004E44C5">
      <w:pPr>
        <w:rPr>
          <w:rFonts w:ascii="Arial" w:hAnsi="Arial" w:cs="Arial"/>
          <w:b/>
          <w:sz w:val="24"/>
          <w:szCs w:val="24"/>
        </w:rPr>
      </w:pPr>
    </w:p>
    <w:p w:rsidR="007F41BB" w:rsidRPr="004E44C5" w:rsidRDefault="004E44C5">
      <w:pPr>
        <w:rPr>
          <w:rFonts w:ascii="Arial" w:hAnsi="Arial" w:cs="Arial"/>
          <w:sz w:val="24"/>
          <w:szCs w:val="24"/>
          <w:u w:val="single"/>
        </w:rPr>
      </w:pPr>
      <w:r w:rsidRPr="004E44C5">
        <w:rPr>
          <w:rFonts w:ascii="Arial" w:hAnsi="Arial" w:cs="Arial"/>
          <w:sz w:val="24"/>
          <w:szCs w:val="24"/>
          <w:u w:val="single"/>
        </w:rPr>
        <w:t>Gesamtinhalt</w:t>
      </w:r>
      <w:r w:rsidRPr="004E44C5">
        <w:rPr>
          <w:rFonts w:ascii="Arial" w:hAnsi="Arial" w:cs="Arial"/>
          <w:sz w:val="24"/>
          <w:szCs w:val="24"/>
          <w:u w:val="single"/>
        </w:rPr>
        <w:t>:</w:t>
      </w:r>
      <w:r w:rsidRPr="004E44C5">
        <w:rPr>
          <w:rFonts w:ascii="Arial" w:hAnsi="Arial" w:cs="Arial"/>
          <w:sz w:val="24"/>
          <w:szCs w:val="24"/>
          <w:u w:val="single"/>
        </w:rPr>
        <w:t xml:space="preserve">    </w:t>
      </w:r>
      <w:r w:rsidR="00511409" w:rsidRPr="004E44C5">
        <w:rPr>
          <w:rFonts w:ascii="Arial" w:hAnsi="Arial" w:cs="Arial"/>
          <w:sz w:val="24"/>
          <w:szCs w:val="24"/>
          <w:u w:val="single"/>
        </w:rPr>
        <w:t>max. 2.300 Zeichen</w:t>
      </w:r>
    </w:p>
    <w:p w:rsidR="00511409" w:rsidRPr="00511409" w:rsidRDefault="00511409">
      <w:pPr>
        <w:rPr>
          <w:rFonts w:ascii="Arial" w:hAnsi="Arial" w:cs="Arial"/>
          <w:b/>
          <w:i/>
          <w:sz w:val="22"/>
          <w:szCs w:val="22"/>
        </w:rPr>
      </w:pPr>
    </w:p>
    <w:p w:rsidR="007F41BB" w:rsidRPr="002D3D5F" w:rsidRDefault="007F41BB">
      <w:pPr>
        <w:rPr>
          <w:rFonts w:ascii="Arial" w:hAnsi="Arial" w:cs="Arial"/>
          <w:sz w:val="24"/>
          <w:szCs w:val="24"/>
        </w:rPr>
      </w:pPr>
      <w:r w:rsidRPr="002D3D5F">
        <w:rPr>
          <w:rFonts w:ascii="Arial" w:hAnsi="Arial" w:cs="Arial"/>
          <w:sz w:val="24"/>
          <w:szCs w:val="24"/>
        </w:rPr>
        <w:t>Die Mitgliederversammlung möge beschließen:</w:t>
      </w:r>
    </w:p>
    <w:p w:rsidR="00FF36B9" w:rsidRPr="002D3D5F" w:rsidRDefault="00FF36B9">
      <w:pPr>
        <w:rPr>
          <w:rFonts w:ascii="Arial" w:hAnsi="Arial" w:cs="Arial"/>
          <w:sz w:val="24"/>
          <w:szCs w:val="24"/>
        </w:rPr>
      </w:pPr>
    </w:p>
    <w:p w:rsidR="00FF36B9" w:rsidRPr="002D3D5F" w:rsidRDefault="00FF36B9">
      <w:pPr>
        <w:rPr>
          <w:rFonts w:ascii="Arial" w:hAnsi="Arial" w:cs="Arial"/>
          <w:sz w:val="24"/>
          <w:szCs w:val="24"/>
        </w:rPr>
        <w:sectPr w:rsidR="00FF36B9" w:rsidRPr="002D3D5F">
          <w:headerReference w:type="default" r:id="rId11"/>
          <w:footerReference w:type="default" r:id="rId12"/>
          <w:pgSz w:w="11906" w:h="16838"/>
          <w:pgMar w:top="1418" w:right="851" w:bottom="851" w:left="1134" w:header="397" w:footer="720" w:gutter="0"/>
          <w:cols w:space="720"/>
        </w:sectPr>
      </w:pPr>
    </w:p>
    <w:p w:rsidR="00FF36B9" w:rsidRDefault="00FF36B9" w:rsidP="002D3D5F">
      <w:pPr>
        <w:rPr>
          <w:rFonts w:ascii="Arial" w:hAnsi="Arial" w:cs="Arial"/>
          <w:sz w:val="24"/>
          <w:szCs w:val="24"/>
        </w:rPr>
      </w:pPr>
    </w:p>
    <w:p w:rsidR="003A1FEF" w:rsidRPr="002D3D5F" w:rsidRDefault="003A1FEF" w:rsidP="002D3D5F">
      <w:pPr>
        <w:rPr>
          <w:rFonts w:ascii="Arial" w:hAnsi="Arial" w:cs="Arial"/>
          <w:sz w:val="24"/>
          <w:szCs w:val="24"/>
        </w:rPr>
      </w:pPr>
    </w:p>
    <w:p w:rsidR="00FF36B9" w:rsidRDefault="00FF36B9">
      <w:pPr>
        <w:rPr>
          <w:rFonts w:ascii="Arial" w:hAnsi="Arial" w:cs="Arial"/>
          <w:sz w:val="24"/>
          <w:szCs w:val="24"/>
          <w:u w:val="single"/>
        </w:rPr>
      </w:pPr>
    </w:p>
    <w:p w:rsidR="002A7979" w:rsidRPr="002D3D5F" w:rsidRDefault="002A7979">
      <w:pPr>
        <w:rPr>
          <w:rFonts w:ascii="Arial" w:hAnsi="Arial" w:cs="Arial"/>
          <w:sz w:val="24"/>
          <w:szCs w:val="24"/>
          <w:u w:val="single"/>
        </w:rPr>
        <w:sectPr w:rsidR="002A7979" w:rsidRPr="002D3D5F" w:rsidSect="002D3D5F">
          <w:type w:val="continuous"/>
          <w:pgSz w:w="11906" w:h="16838"/>
          <w:pgMar w:top="1418" w:right="851" w:bottom="851" w:left="1588" w:header="397" w:footer="720" w:gutter="0"/>
          <w:lnNumType w:countBy="1" w:restart="continuous"/>
          <w:cols w:space="720"/>
          <w:docGrid w:linePitch="272"/>
        </w:sectPr>
      </w:pPr>
      <w:bookmarkStart w:id="0" w:name="_GoBack"/>
      <w:bookmarkEnd w:id="0"/>
    </w:p>
    <w:p w:rsidR="00FF36B9" w:rsidRPr="002D3D5F" w:rsidRDefault="00FF36B9">
      <w:pPr>
        <w:rPr>
          <w:rFonts w:ascii="Arial" w:hAnsi="Arial" w:cs="Arial"/>
          <w:sz w:val="24"/>
          <w:szCs w:val="24"/>
          <w:u w:val="single"/>
        </w:rPr>
      </w:pPr>
    </w:p>
    <w:p w:rsidR="00FF36B9" w:rsidRPr="002D3D5F" w:rsidRDefault="00FF36B9">
      <w:pPr>
        <w:rPr>
          <w:rFonts w:ascii="Arial" w:hAnsi="Arial" w:cs="Arial"/>
          <w:sz w:val="24"/>
          <w:szCs w:val="24"/>
          <w:u w:val="single"/>
        </w:rPr>
      </w:pPr>
    </w:p>
    <w:p w:rsidR="007F41BB" w:rsidRPr="002D3D5F" w:rsidRDefault="007F41BB">
      <w:pPr>
        <w:rPr>
          <w:rFonts w:ascii="Arial" w:hAnsi="Arial" w:cs="Arial"/>
          <w:sz w:val="24"/>
          <w:szCs w:val="24"/>
          <w:u w:val="single"/>
        </w:rPr>
      </w:pPr>
      <w:r w:rsidRPr="002D3D5F">
        <w:rPr>
          <w:rFonts w:ascii="Arial" w:hAnsi="Arial" w:cs="Arial"/>
          <w:sz w:val="24"/>
          <w:szCs w:val="24"/>
          <w:u w:val="single"/>
        </w:rPr>
        <w:t>Begründung:</w:t>
      </w:r>
    </w:p>
    <w:p w:rsidR="007F41BB" w:rsidRDefault="007F41BB">
      <w:pPr>
        <w:rPr>
          <w:rFonts w:ascii="Arial" w:hAnsi="Arial" w:cs="Arial"/>
          <w:sz w:val="24"/>
          <w:szCs w:val="24"/>
        </w:rPr>
      </w:pPr>
    </w:p>
    <w:p w:rsidR="00443A45" w:rsidRDefault="00443A45">
      <w:pPr>
        <w:rPr>
          <w:rFonts w:ascii="Arial" w:hAnsi="Arial" w:cs="Arial"/>
          <w:sz w:val="24"/>
          <w:szCs w:val="24"/>
        </w:rPr>
      </w:pPr>
    </w:p>
    <w:p w:rsidR="00443A45" w:rsidRPr="00443A45" w:rsidRDefault="00443A45">
      <w:pPr>
        <w:rPr>
          <w:rFonts w:ascii="Arial" w:hAnsi="Arial" w:cs="Arial"/>
          <w:sz w:val="24"/>
          <w:szCs w:val="24"/>
        </w:rPr>
      </w:pPr>
    </w:p>
    <w:sectPr w:rsidR="00443A45" w:rsidRPr="00443A45" w:rsidSect="00FB0B97">
      <w:type w:val="continuous"/>
      <w:pgSz w:w="11906" w:h="16838"/>
      <w:pgMar w:top="2268" w:right="851" w:bottom="851" w:left="1134" w:header="397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E0F" w:rsidRDefault="00B47E0F">
      <w:r>
        <w:separator/>
      </w:r>
    </w:p>
  </w:endnote>
  <w:endnote w:type="continuationSeparator" w:id="0">
    <w:p w:rsidR="00B47E0F" w:rsidRDefault="00B47E0F">
      <w:r>
        <w:continuationSeparator/>
      </w:r>
    </w:p>
  </w:endnote>
  <w:endnote w:type="continuationNotice" w:id="1">
    <w:p w:rsidR="00B47E0F" w:rsidRDefault="00B47E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3323603"/>
      <w:docPartObj>
        <w:docPartGallery w:val="Page Numbers (Bottom of Page)"/>
        <w:docPartUnique/>
      </w:docPartObj>
    </w:sdtPr>
    <w:sdtEndPr/>
    <w:sdtContent>
      <w:p w:rsidR="00BD0D78" w:rsidRDefault="00BD0D78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44C5">
          <w:rPr>
            <w:noProof/>
          </w:rPr>
          <w:t>1</w:t>
        </w:r>
        <w:r>
          <w:fldChar w:fldCharType="end"/>
        </w:r>
      </w:p>
    </w:sdtContent>
  </w:sdt>
  <w:p w:rsidR="00E1333A" w:rsidRDefault="00E1333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E0F" w:rsidRDefault="00B47E0F">
      <w:r>
        <w:separator/>
      </w:r>
    </w:p>
  </w:footnote>
  <w:footnote w:type="continuationSeparator" w:id="0">
    <w:p w:rsidR="00B47E0F" w:rsidRDefault="00B47E0F">
      <w:r>
        <w:continuationSeparator/>
      </w:r>
    </w:p>
  </w:footnote>
  <w:footnote w:type="continuationNotice" w:id="1">
    <w:p w:rsidR="00B47E0F" w:rsidRDefault="00B47E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41F9" w:rsidRDefault="00B47E0F" w:rsidP="00B47E0F">
    <w:pPr>
      <w:tabs>
        <w:tab w:val="left" w:pos="1140"/>
      </w:tabs>
    </w:pPr>
    <w:r w:rsidRPr="00B47E0F">
      <w:rPr>
        <w:rFonts w:ascii="Arial" w:eastAsiaTheme="minorEastAsia" w:hAnsi="Arial" w:cs="Arial"/>
        <w:noProof/>
        <w:sz w:val="24"/>
        <w:szCs w:val="24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-500312</wp:posOffset>
          </wp:positionH>
          <wp:positionV relativeFrom="paragraph">
            <wp:posOffset>-61595</wp:posOffset>
          </wp:positionV>
          <wp:extent cx="6204585" cy="1067556"/>
          <wp:effectExtent l="0" t="0" r="5715" b="0"/>
          <wp:wrapNone/>
          <wp:docPr id="1" name="Grafik 1" descr="C:\Users\sscheibe\Desktop\Vorläufiger Ablaufplan-0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scheibe\Desktop\Vorläufiger Ablaufplan-00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4585" cy="1067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7F41BB" w:rsidRPr="006F0EBE" w:rsidRDefault="00307426" w:rsidP="00B47E0F">
    <w:pPr>
      <w:pStyle w:val="Kopfzeile"/>
      <w:tabs>
        <w:tab w:val="clear" w:pos="4536"/>
        <w:tab w:val="clear" w:pos="9072"/>
        <w:tab w:val="left" w:pos="3315"/>
        <w:tab w:val="left" w:pos="3795"/>
        <w:tab w:val="right" w:pos="9921"/>
      </w:tabs>
      <w:ind w:left="-142"/>
      <w:rPr>
        <w:rFonts w:ascii="Arial" w:hAnsi="Arial" w:cs="Arial"/>
        <w:sz w:val="24"/>
        <w:szCs w:val="24"/>
      </w:rPr>
    </w:pPr>
    <w:r>
      <w:rPr>
        <w:rFonts w:ascii="Arial" w:eastAsiaTheme="minorEastAsia" w:hAnsi="Arial" w:cs="Arial"/>
        <w:sz w:val="24"/>
        <w:szCs w:val="24"/>
      </w:rPr>
      <w:tab/>
    </w:r>
    <w:r w:rsidR="00B47E0F">
      <w:rPr>
        <w:rFonts w:ascii="Arial" w:eastAsiaTheme="minorEastAsia" w:hAnsi="Arial" w:cs="Arial"/>
        <w:sz w:val="24"/>
        <w:szCs w:val="24"/>
      </w:rPr>
      <w:tab/>
    </w:r>
    <w:r w:rsidR="00B47E0F">
      <w:rPr>
        <w:rFonts w:ascii="Arial" w:eastAsiaTheme="minorEastAsia" w:hAnsi="Arial" w:cs="Arial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A03CC9"/>
    <w:multiLevelType w:val="multilevel"/>
    <w:tmpl w:val="47DE659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E0F"/>
    <w:rsid w:val="001B5C96"/>
    <w:rsid w:val="002229A5"/>
    <w:rsid w:val="00282BB6"/>
    <w:rsid w:val="002A7979"/>
    <w:rsid w:val="002D3D5F"/>
    <w:rsid w:val="00307426"/>
    <w:rsid w:val="00371EC9"/>
    <w:rsid w:val="0038414B"/>
    <w:rsid w:val="00385AAD"/>
    <w:rsid w:val="003A1FEF"/>
    <w:rsid w:val="003D7524"/>
    <w:rsid w:val="003F1C20"/>
    <w:rsid w:val="00415CE7"/>
    <w:rsid w:val="00430256"/>
    <w:rsid w:val="0043285A"/>
    <w:rsid w:val="00443A45"/>
    <w:rsid w:val="004B1CB6"/>
    <w:rsid w:val="004C2CDD"/>
    <w:rsid w:val="004C3F9F"/>
    <w:rsid w:val="004C7347"/>
    <w:rsid w:val="004E44C5"/>
    <w:rsid w:val="004F3701"/>
    <w:rsid w:val="004F62DF"/>
    <w:rsid w:val="004F6CF0"/>
    <w:rsid w:val="00511409"/>
    <w:rsid w:val="00574C7D"/>
    <w:rsid w:val="005F0889"/>
    <w:rsid w:val="006C49E0"/>
    <w:rsid w:val="006F0EBE"/>
    <w:rsid w:val="007356B5"/>
    <w:rsid w:val="00747CD6"/>
    <w:rsid w:val="007A6E0F"/>
    <w:rsid w:val="007C1E56"/>
    <w:rsid w:val="007D3A0B"/>
    <w:rsid w:val="007F1ECA"/>
    <w:rsid w:val="007F41BB"/>
    <w:rsid w:val="008141F9"/>
    <w:rsid w:val="0088523C"/>
    <w:rsid w:val="008C0487"/>
    <w:rsid w:val="00911F15"/>
    <w:rsid w:val="009B28FE"/>
    <w:rsid w:val="009E4324"/>
    <w:rsid w:val="00A2029F"/>
    <w:rsid w:val="00A7462C"/>
    <w:rsid w:val="00A83251"/>
    <w:rsid w:val="00AD2788"/>
    <w:rsid w:val="00AD59EF"/>
    <w:rsid w:val="00AE1668"/>
    <w:rsid w:val="00AE1C6B"/>
    <w:rsid w:val="00B47E0F"/>
    <w:rsid w:val="00BD0D78"/>
    <w:rsid w:val="00CD25E7"/>
    <w:rsid w:val="00CF0BA8"/>
    <w:rsid w:val="00CF5C79"/>
    <w:rsid w:val="00D15DFE"/>
    <w:rsid w:val="00D75BE2"/>
    <w:rsid w:val="00DA563B"/>
    <w:rsid w:val="00E1333A"/>
    <w:rsid w:val="00E263C8"/>
    <w:rsid w:val="00E63A2E"/>
    <w:rsid w:val="00E65B8E"/>
    <w:rsid w:val="00E73601"/>
    <w:rsid w:val="00EC5254"/>
    <w:rsid w:val="00F71613"/>
    <w:rsid w:val="00FA5172"/>
    <w:rsid w:val="00FB0392"/>
    <w:rsid w:val="00FB0B97"/>
    <w:rsid w:val="00FF3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D5D3D4A"/>
  <w15:docId w15:val="{800D435C-8C86-470A-8C62-00918A5DA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A6E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A6E0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6C49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eilennummer">
    <w:name w:val="line number"/>
    <w:basedOn w:val="Absatz-Standardschriftart"/>
    <w:uiPriority w:val="99"/>
    <w:semiHidden/>
    <w:unhideWhenUsed/>
    <w:rsid w:val="002D3D5F"/>
  </w:style>
  <w:style w:type="character" w:customStyle="1" w:styleId="KopfzeileZchn">
    <w:name w:val="Kopfzeile Zchn"/>
    <w:basedOn w:val="Absatz-Standardschriftart"/>
    <w:link w:val="Kopfzeile"/>
    <w:uiPriority w:val="99"/>
    <w:rsid w:val="004C3F9F"/>
  </w:style>
  <w:style w:type="character" w:customStyle="1" w:styleId="FuzeileZchn">
    <w:name w:val="Fußzeile Zchn"/>
    <w:basedOn w:val="Absatz-Standardschriftart"/>
    <w:link w:val="Fuzeile"/>
    <w:uiPriority w:val="99"/>
    <w:rsid w:val="00BD0D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5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Veranstaltungen\MT%202023%20Bremen\Antr&#228;ge\Vorlage%20ANTRAG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952c9699-89e6-4fb8-b916-d86ceba27d32" xsi:nil="true"/>
    <lcf76f155ced4ddcb4097134ff3c332f xmlns="952c9699-89e6-4fb8-b916-d86ceba27d32">
      <Terms xmlns="http://schemas.microsoft.com/office/infopath/2007/PartnerControls"/>
    </lcf76f155ced4ddcb4097134ff3c332f>
    <TaxCatchAll xmlns="8a2dd6a1-28d7-4d77-a720-16847ac905c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13AF3F2BA2AA4C8883B349213637D6" ma:contentTypeVersion="18" ma:contentTypeDescription="Ein neues Dokument erstellen." ma:contentTypeScope="" ma:versionID="a114dada86121d7b234561bb0dc4ae06">
  <xsd:schema xmlns:xsd="http://www.w3.org/2001/XMLSchema" xmlns:xs="http://www.w3.org/2001/XMLSchema" xmlns:p="http://schemas.microsoft.com/office/2006/metadata/properties" xmlns:ns2="952c9699-89e6-4fb8-b916-d86ceba27d32" xmlns:ns3="8a2dd6a1-28d7-4d77-a720-16847ac905cb" targetNamespace="http://schemas.microsoft.com/office/2006/metadata/properties" ma:root="true" ma:fieldsID="1cf6ee6fd29d0747126f301c5aaa69ca" ns2:_="" ns3:_="">
    <xsd:import namespace="952c9699-89e6-4fb8-b916-d86ceba27d32"/>
    <xsd:import namespace="8a2dd6a1-28d7-4d77-a720-16847ac905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c9699-89e6-4fb8-b916-d86ceba27d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3977d4fe-f67d-40a1-af2f-a62794a64f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2dd6a1-28d7-4d77-a720-16847ac905c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5b36388-b409-4ce9-aa87-2baf01d60cb7}" ma:internalName="TaxCatchAll" ma:showField="CatchAllData" ma:web="8a2dd6a1-28d7-4d77-a720-16847ac905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B4A0F28-8720-448B-A8D5-FC5A79570B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0118FD-FCC0-467C-8365-DA5E33C68552}">
  <ds:schemaRefs>
    <ds:schemaRef ds:uri="8a2dd6a1-28d7-4d77-a720-16847ac905cb"/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terms/"/>
    <ds:schemaRef ds:uri="952c9699-89e6-4fb8-b916-d86ceba27d32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351C671-DC34-4752-AC9D-80D88062E1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2c9699-89e6-4fb8-b916-d86ceba27d32"/>
    <ds:schemaRef ds:uri="8a2dd6a1-28d7-4d77-a720-16847ac905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84A633D-AAF8-4A4E-A269-AB8CD6A49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ANTRAG.dotx</Template>
  <TotalTime>0</TotalTime>
  <Pages>1</Pages>
  <Words>13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ANTRAG:</vt:lpstr>
    </vt:vector>
  </TitlesOfParts>
  <Company>Deutscher Mieterbund e.V.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ANTRAG:</dc:title>
  <dc:subject/>
  <dc:creator>Silvia Scheibe</dc:creator>
  <cp:keywords/>
  <cp:lastModifiedBy>Silvia Scheibe</cp:lastModifiedBy>
  <cp:revision>3</cp:revision>
  <cp:lastPrinted>2025-02-24T14:00:00Z</cp:lastPrinted>
  <dcterms:created xsi:type="dcterms:W3CDTF">2025-02-21T08:35:00Z</dcterms:created>
  <dcterms:modified xsi:type="dcterms:W3CDTF">2025-02-24T14:03:00Z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455773072</vt:i4>
  </property>
  <property fmtid="{D5CDD505-2E9C-101B-9397-08002B2CF9AE}" pid="3" name="_EmailSubject">
    <vt:lpwstr>Mietertag 2013 auf DMB Online</vt:lpwstr>
  </property>
  <property fmtid="{D5CDD505-2E9C-101B-9397-08002B2CF9AE}" pid="4" name="_AuthorEmail">
    <vt:lpwstr>monika.scheibe@mieterbund.de</vt:lpwstr>
  </property>
  <property fmtid="{D5CDD505-2E9C-101B-9397-08002B2CF9AE}" pid="5" name="_AuthorEmailDisplayName">
    <vt:lpwstr>Monika Scheibe</vt:lpwstr>
  </property>
  <property fmtid="{D5CDD505-2E9C-101B-9397-08002B2CF9AE}" pid="6" name="_ReviewingToolsShownOnce">
    <vt:lpwstr/>
  </property>
  <property fmtid="{D5CDD505-2E9C-101B-9397-08002B2CF9AE}" pid="7" name="ContentTypeId">
    <vt:lpwstr>0x0101003A13AF3F2BA2AA4C8883B349213637D6</vt:lpwstr>
  </property>
  <property fmtid="{D5CDD505-2E9C-101B-9397-08002B2CF9AE}" pid="8" name="Order">
    <vt:r8>22689400</vt:r8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_ExtendedDescription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MediaServiceImageTags">
    <vt:lpwstr/>
  </property>
</Properties>
</file>